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D58C4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Default="0085747A" w:rsidP="00C25B6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2D58C4">
        <w:rPr>
          <w:rFonts w:ascii="Corbel" w:hAnsi="Corbel"/>
          <w:sz w:val="20"/>
          <w:szCs w:val="20"/>
        </w:rPr>
        <w:t>5</w:t>
      </w:r>
      <w:r w:rsidR="00FA374B">
        <w:rPr>
          <w:rFonts w:ascii="Corbel" w:hAnsi="Corbel"/>
          <w:sz w:val="20"/>
          <w:szCs w:val="20"/>
        </w:rPr>
        <w:t>/202</w:t>
      </w:r>
      <w:r w:rsidR="002D58C4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Warsztat </w:t>
            </w:r>
            <w:r w:rsidR="009A2D32">
              <w:rPr>
                <w:rFonts w:ascii="Corbel" w:hAnsi="Corbel"/>
                <w:b w:val="0"/>
                <w:bCs/>
                <w:sz w:val="24"/>
                <w:szCs w:val="24"/>
              </w:rPr>
              <w:t>pracy z rodzicem w zakresie edukacji i wychowania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2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II, semestr 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CF2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 zakr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esu teoretycznych podstaw wychowania, pedagogiki rodziny i profilaktyki społecznej.</w:t>
            </w:r>
          </w:p>
        </w:tc>
      </w:tr>
    </w:tbl>
    <w:p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86143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>, wychowawczych i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edukacyjnych w pracy z rodzicami. </w:t>
            </w:r>
          </w:p>
        </w:tc>
      </w:tr>
      <w:tr w:rsidR="006F6B86" w:rsidRPr="009C54AE" w:rsidTr="00861436">
        <w:tc>
          <w:tcPr>
            <w:tcW w:w="843" w:type="dxa"/>
            <w:vAlign w:val="center"/>
          </w:tcPr>
          <w:p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 programów</w:t>
            </w:r>
            <w:r w:rsidR="000C77AA">
              <w:rPr>
                <w:rFonts w:ascii="Corbel" w:hAnsi="Corbel"/>
                <w:b w:val="0"/>
                <w:sz w:val="24"/>
                <w:szCs w:val="24"/>
              </w:rPr>
              <w:t xml:space="preserve"> edukacyjno-wychowawczych 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 xml:space="preserve">dla 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rodzic</w:t>
            </w:r>
            <w:r w:rsidR="008A6318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065053" w:rsidRPr="009C54AE" w:rsidTr="00861436">
        <w:tc>
          <w:tcPr>
            <w:tcW w:w="843" w:type="dxa"/>
            <w:vAlign w:val="center"/>
          </w:tcPr>
          <w:p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065053" w:rsidRDefault="00065053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Metodyczne przygotowanie 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>studentów do realizowania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oddziaływań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 z zakresu wsparcia i</w:t>
            </w:r>
            <w:r>
              <w:rPr>
                <w:rFonts w:ascii="Corbel" w:hAnsi="Corbel"/>
                <w:b w:val="0"/>
                <w:sz w:val="24"/>
                <w:szCs w:val="24"/>
              </w:rPr>
              <w:t> </w:t>
            </w:r>
            <w:r w:rsidRPr="00675EC4">
              <w:rPr>
                <w:rFonts w:ascii="Corbel" w:hAnsi="Corbel"/>
                <w:b w:val="0"/>
                <w:sz w:val="24"/>
                <w:szCs w:val="24"/>
              </w:rPr>
              <w:t xml:space="preserve">pomocy </w:t>
            </w:r>
            <w:r>
              <w:rPr>
                <w:rFonts w:ascii="Corbel" w:hAnsi="Corbel"/>
                <w:b w:val="0"/>
                <w:sz w:val="24"/>
                <w:szCs w:val="24"/>
              </w:rPr>
              <w:t>rodzinie.</w:t>
            </w:r>
          </w:p>
        </w:tc>
      </w:tr>
      <w:tr w:rsidR="00632A7F" w:rsidRPr="009C54AE" w:rsidTr="00861436">
        <w:tc>
          <w:tcPr>
            <w:tcW w:w="843" w:type="dxa"/>
            <w:vAlign w:val="center"/>
          </w:tcPr>
          <w:p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6505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</w:t>
            </w:r>
            <w:r w:rsidR="00065053" w:rsidRPr="00065053">
              <w:rPr>
                <w:rFonts w:ascii="Corbel" w:hAnsi="Corbel"/>
                <w:b w:val="0"/>
                <w:bCs/>
                <w:sz w:val="24"/>
                <w:szCs w:val="24"/>
              </w:rPr>
              <w:t>planowania i przeprowadzania zajęć edukacyjno-wychowawczych dla rodziców.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515E4C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:rsidTr="001127CA">
        <w:trPr>
          <w:trHeight w:val="879"/>
        </w:trPr>
        <w:tc>
          <w:tcPr>
            <w:tcW w:w="1680" w:type="dxa"/>
          </w:tcPr>
          <w:p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5E593F" w:rsidRPr="009C54AE" w:rsidRDefault="007A19CC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zasady i etapy konstruowania 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programów edukacyjno-wychowawczych dla rodziców.</w:t>
            </w:r>
          </w:p>
        </w:tc>
        <w:tc>
          <w:tcPr>
            <w:tcW w:w="1865" w:type="dxa"/>
          </w:tcPr>
          <w:p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A33C7" w:rsidRPr="009C54AE" w:rsidTr="00515E4C">
        <w:tc>
          <w:tcPr>
            <w:tcW w:w="1680" w:type="dxa"/>
          </w:tcPr>
          <w:p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A19CC" w:rsidRPr="009C54AE" w:rsidRDefault="007A19C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przykładowe oddziaływania profilaktyczne, wychowawcze i edukacyjne wykorzystywane w pracy z</w:t>
            </w:r>
            <w:r w:rsidR="008A6318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rodzicami.</w:t>
            </w:r>
          </w:p>
        </w:tc>
        <w:tc>
          <w:tcPr>
            <w:tcW w:w="1865" w:type="dxa"/>
          </w:tcPr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6146C2" w:rsidRDefault="008A6318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potrzebę wykorzystania nowoczesnych metod, technik i pomocy dydaktycznych w procesie 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 planowania i realizowania działań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skuteczność opracowanych oddziaływań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edukacyjno-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w pracy z rodzicami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ychowawczych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dla rodziców.</w:t>
            </w:r>
          </w:p>
        </w:tc>
        <w:tc>
          <w:tcPr>
            <w:tcW w:w="1865" w:type="dxa"/>
            <w:vMerge w:val="restart"/>
          </w:tcPr>
          <w:p w:rsidR="006146C2" w:rsidRPr="00EE6A4D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bookmarkStart w:id="0" w:name="_GoBack"/>
            <w:r w:rsidRPr="00EE6A4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</w:t>
            </w:r>
            <w:r w:rsidR="009F4CB1" w:rsidRPr="00EE6A4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5</w:t>
            </w:r>
          </w:p>
          <w:bookmarkEnd w:id="0"/>
          <w:p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 xml:space="preserve"> edukacyjno-wychowawcze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, zgodnie z opracowanym konspektem.</w:t>
            </w:r>
          </w:p>
        </w:tc>
        <w:tc>
          <w:tcPr>
            <w:tcW w:w="1865" w:type="dxa"/>
            <w:vMerge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swoje przygotowanie teoretycznei metodyczne do realizacji ćwiczeń warsztatowych </w:t>
            </w:r>
            <w:r w:rsidR="00065053">
              <w:rPr>
                <w:rFonts w:ascii="Corbel" w:hAnsi="Corbel"/>
                <w:b w:val="0"/>
                <w:smallCaps w:val="0"/>
                <w:szCs w:val="24"/>
              </w:rPr>
              <w:t>dla rodziców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w kontekście </w:t>
            </w:r>
            <w:r w:rsidR="00314BDA">
              <w:rPr>
                <w:rFonts w:ascii="Corbel" w:hAnsi="Corbel"/>
                <w:b w:val="0"/>
                <w:smallCaps w:val="0"/>
                <w:szCs w:val="24"/>
              </w:rPr>
              <w:t>działań podejmowanych na rzecz wsparcia i pomocy rodzinie.</w:t>
            </w:r>
          </w:p>
        </w:tc>
        <w:tc>
          <w:tcPr>
            <w:tcW w:w="1865" w:type="dxa"/>
          </w:tcPr>
          <w:p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14BD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miejsce działań profilaktyczno-wychowawczych.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</w:t>
            </w:r>
            <w:r>
              <w:rPr>
                <w:rFonts w:ascii="Corbel" w:hAnsi="Corbel"/>
                <w:sz w:val="24"/>
                <w:szCs w:val="24"/>
              </w:rPr>
              <w:t xml:space="preserve"> edukacyjno-wychowawczych dla rodziców.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Pr="00862B9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Konstruowanie konspektu zajęć </w:t>
            </w:r>
            <w:r>
              <w:rPr>
                <w:rFonts w:ascii="Corbel" w:hAnsi="Corbel"/>
                <w:sz w:val="24"/>
                <w:szCs w:val="24"/>
              </w:rPr>
              <w:t>edukacyjno-</w:t>
            </w:r>
            <w:r w:rsidRPr="00862B9A">
              <w:rPr>
                <w:rFonts w:ascii="Corbel" w:hAnsi="Corbel"/>
                <w:sz w:val="24"/>
                <w:szCs w:val="24"/>
              </w:rPr>
              <w:t>wychowawczych</w:t>
            </w:r>
            <w:r>
              <w:rPr>
                <w:rFonts w:ascii="Corbel" w:hAnsi="Corbel"/>
                <w:sz w:val="24"/>
                <w:szCs w:val="24"/>
              </w:rPr>
              <w:t xml:space="preserve"> dla rodziców</w:t>
            </w:r>
            <w:r w:rsidRPr="00862B9A">
              <w:rPr>
                <w:rFonts w:ascii="Corbel" w:hAnsi="Corbel"/>
                <w:sz w:val="24"/>
                <w:szCs w:val="24"/>
              </w:rPr>
              <w:t>, formułowanie tematu i celów zajęć, dobór metod, technik i środków dydaktycznych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Default="00314BDA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Warsztaty (samodzielne poprowadzenie</w:t>
            </w:r>
            <w:r>
              <w:rPr>
                <w:rFonts w:ascii="Corbel" w:hAnsi="Corbel"/>
                <w:sz w:val="24"/>
                <w:szCs w:val="24"/>
              </w:rPr>
              <w:t xml:space="preserve"> przez studentów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 zajęć </w:t>
            </w:r>
            <w:r>
              <w:rPr>
                <w:rFonts w:ascii="Corbel" w:hAnsi="Corbel"/>
                <w:sz w:val="24"/>
                <w:szCs w:val="24"/>
              </w:rPr>
              <w:t>edukacyjno</w:t>
            </w:r>
            <w:r w:rsidRPr="00862B9A">
              <w:rPr>
                <w:rFonts w:ascii="Corbel" w:hAnsi="Corbel"/>
                <w:sz w:val="24"/>
                <w:szCs w:val="24"/>
              </w:rPr>
              <w:t xml:space="preserve">-wychowawczych </w:t>
            </w:r>
            <w:r>
              <w:rPr>
                <w:rFonts w:ascii="Corbel" w:hAnsi="Corbel"/>
                <w:sz w:val="24"/>
                <w:szCs w:val="24"/>
              </w:rPr>
              <w:t>dla rodziców</w:t>
            </w:r>
            <w:r w:rsidRPr="00862B9A">
              <w:rPr>
                <w:rFonts w:ascii="Corbel" w:hAnsi="Corbel"/>
                <w:sz w:val="24"/>
                <w:szCs w:val="24"/>
              </w:rPr>
              <w:t>, zgodnie z opracowanym konspektem).Obszary tematyczne, wokół których powinny koncentrować się warsztaty (możliwość zgłoszenia własnych pomysłów zajęć  lub wykorzystanie jednej z poniższych propozycji do wyboru)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kary i nagrody w wychowaniu,</w:t>
            </w:r>
          </w:p>
          <w:p w:rsidR="00314BDA" w:rsidRDefault="00314BDA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trening </w:t>
            </w:r>
            <w:r w:rsidR="005C545E">
              <w:rPr>
                <w:rFonts w:ascii="Corbel" w:hAnsi="Corbel"/>
                <w:sz w:val="24"/>
                <w:szCs w:val="24"/>
              </w:rPr>
              <w:t>komunikacji z dzieckiem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314BDA" w:rsidRDefault="005C545E" w:rsidP="00314BD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uczucia i emocje,</w:t>
            </w:r>
          </w:p>
          <w:p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zachęcanie do dziecięcej samodzielności,</w:t>
            </w:r>
          </w:p>
          <w:p w:rsidR="005C545E" w:rsidRDefault="005C545E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między rodzeństwem,</w:t>
            </w:r>
          </w:p>
          <w:p w:rsidR="005C545E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konstruktywne spędzanie czasu wolnego z dzieckiem,</w:t>
            </w:r>
          </w:p>
          <w:p w:rsidR="00992737" w:rsidRDefault="00992737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dziecko i media elektroniczne,</w:t>
            </w:r>
          </w:p>
          <w:p w:rsidR="00992737" w:rsidRPr="005C545E" w:rsidRDefault="00CF3440" w:rsidP="005C54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dziecka do nauki.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F7BF3" w:rsidRDefault="003F7BF3" w:rsidP="003F7BF3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ćwiczeń – średnia ocen z:</w:t>
            </w:r>
          </w:p>
          <w:p w:rsidR="003F7BF3" w:rsidRDefault="003F7BF3" w:rsidP="003F7BF3">
            <w:pPr>
              <w:pStyle w:val="Akapitzlist"/>
              <w:numPr>
                <w:ilvl w:val="1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prac projektowych </w:t>
            </w:r>
            <w:r>
              <w:rPr>
                <w:rFonts w:ascii="Corbel" w:hAnsi="Corbel"/>
                <w:sz w:val="24"/>
                <w:szCs w:val="24"/>
              </w:rPr>
              <w:t xml:space="preserve">(ćwiczenia warsztatowe) </w:t>
            </w:r>
            <w:r w:rsidRPr="003B3A21">
              <w:rPr>
                <w:rFonts w:ascii="Corbel" w:hAnsi="Corbel"/>
                <w:sz w:val="24"/>
                <w:szCs w:val="24"/>
              </w:rPr>
              <w:t>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3F7BF3" w:rsidRDefault="003F7BF3" w:rsidP="003F7BF3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konspektu, podział zagadnień, poprawność językowa, opracowanie graficzne, edycja tekstu) – maksymalnie 0-3 pkt.</w:t>
            </w:r>
          </w:p>
          <w:p w:rsidR="003F7BF3" w:rsidRDefault="003F7BF3" w:rsidP="003F7BF3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3F7BF3" w:rsidRDefault="003F7BF3" w:rsidP="003F7BF3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3F7BF3" w:rsidRDefault="003F7BF3" w:rsidP="003F7BF3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3F7BF3" w:rsidRDefault="003F7BF3" w:rsidP="003F7BF3">
            <w:pPr>
              <w:pStyle w:val="Akapitzlist"/>
              <w:numPr>
                <w:ilvl w:val="2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3F7BF3" w:rsidRPr="00913877" w:rsidRDefault="003F7BF3" w:rsidP="003F7BF3">
            <w:pPr>
              <w:pStyle w:val="Akapitzlist"/>
              <w:numPr>
                <w:ilvl w:val="1"/>
                <w:numId w:val="4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85747A" w:rsidRPr="009C54AE" w:rsidRDefault="0085747A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F2BD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</w:p>
          <w:p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Pr="009C54AE" w:rsidRDefault="00CF2BDE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536"/>
      </w:tblGrid>
      <w:tr w:rsidR="0085747A" w:rsidRPr="009C54AE" w:rsidTr="00C25B6B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25B6B">
        <w:trPr>
          <w:trHeight w:val="397"/>
        </w:trPr>
        <w:tc>
          <w:tcPr>
            <w:tcW w:w="411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2A1E87" w:rsidRPr="009C54AE" w:rsidTr="00C25B6B">
        <w:trPr>
          <w:trHeight w:val="428"/>
        </w:trPr>
        <w:tc>
          <w:tcPr>
            <w:tcW w:w="8505" w:type="dxa"/>
          </w:tcPr>
          <w:p w:rsidR="002A1E87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C25B6B" w:rsidRPr="00C25B6B" w:rsidRDefault="00C25B6B" w:rsidP="00F53C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C25B6B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Wybrane fragmenty z następującyh pozycji:</w:t>
            </w:r>
          </w:p>
          <w:p w:rsidR="00726C78" w:rsidRDefault="00726C78" w:rsidP="00726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Mazlish E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 do nastolatków, żeby nas słuchały. Jak słuchać, żeby z nami rozmawiały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2016. </w:t>
            </w:r>
          </w:p>
          <w:p w:rsidR="00726C78" w:rsidRDefault="00726C78" w:rsidP="00726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Mazlish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się uczyły w domu i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:rsidR="00726C78" w:rsidRDefault="00726C78" w:rsidP="00726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Faber A., Mazlish E., </w:t>
            </w:r>
            <w:r w:rsidRPr="001403E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żeby dzieci nas słuchały. Jak słuchać, żeby dzieci do nas mówiły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Media Rodzina, Poznań 2001. </w:t>
            </w:r>
          </w:p>
          <w:p w:rsidR="00726C78" w:rsidRDefault="00726C78" w:rsidP="00726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Faber A., Mazlis</w:t>
            </w:r>
            <w:r w:rsidR="00C25B6B"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 E.,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Rodzeństwo bez rywalizacji. Jak pomóc własnym dzieciom żyć w zgodzie, by samemu żyć z godnością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Media Rodzina, Poznań 1995.</w:t>
            </w:r>
          </w:p>
          <w:p w:rsidR="00726C78" w:rsidRDefault="00726C78" w:rsidP="00726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03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Mazlish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być rodzicem , jakim zawsze chciałeś być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Media Rodzina, Poznań 2022.</w:t>
            </w:r>
          </w:p>
          <w:p w:rsidR="00726C78" w:rsidRDefault="00726C78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75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King J., </w:t>
            </w:r>
            <w:r w:rsidRPr="001975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mó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wić, gdy dzieci nie słuchają: marudzenie, kłótnie, histeria, bunt i inne wyzwania dzieciństwa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Media Rodzina, Poznań 2022.</w:t>
            </w:r>
          </w:p>
          <w:p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Frączek Z., Lulek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pedagogiki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2010.</w:t>
            </w:r>
          </w:p>
          <w:p w:rsid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porażek. Rozwiązywanie konfliktów między rodzicami a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Wydawniczy Pax, Warszawa 1991.</w:t>
            </w:r>
          </w:p>
          <w:p w:rsid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 w praktyce: jak rozwiązywać konflikty z dziećmi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Instytut Wydawniczy Pax, Warszawa 1998. </w:t>
            </w:r>
          </w:p>
          <w:p w:rsidR="0017611D" w:rsidRPr="0017611D" w:rsidRDefault="0017611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Wychowanie bez porażek, czyli Trening Skutecznego Rodzica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Wydawniczy Pax, Warszawa 2017.</w:t>
            </w:r>
          </w:p>
          <w:p w:rsidR="0098776D" w:rsidRPr="0098776D" w:rsidRDefault="0098776D" w:rsidP="00E71A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Greene R.,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Porozumienie przez współpracę: jak stworzyć partnerską relację ze swoim dzieckiem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Mamania, Warszawa 2023.</w:t>
            </w:r>
          </w:p>
          <w:p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Majewska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Dziecko na cyfrowym odwyku: jak bez krzyku oderwać dziecko od komputera i smartfona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Dragon, Bielsko-Biała 2022.</w:t>
            </w:r>
          </w:p>
          <w:p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:rsidR="0098776D" w:rsidRDefault="0098776D" w:rsidP="0098776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71ABD" w:rsidRDefault="00E71AB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Taper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Twoje dziecko w sieci: przewodnik po cyfrowym świecie dla czasami zdezorientowanych rodziców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Literackie, Kraków 2021.</w:t>
            </w:r>
          </w:p>
          <w:p w:rsidR="00A6285C" w:rsidRPr="00A6285C" w:rsidRDefault="00A6285C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Kary fizyczne w wychowaniu dzieci w percepcji rodziców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Dziecko Krzywdzone. Teoria, badania, praktyka, nr 4 (2017).</w:t>
            </w:r>
          </w:p>
          <w:p w:rsidR="002A1E87" w:rsidRPr="0098776D" w:rsidRDefault="0098776D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Żuczkowska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Dialog zamiast kar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MiND, </w:t>
            </w:r>
            <w:r w:rsidR="00DC73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Podkowa Leśna 2015.</w:t>
            </w:r>
          </w:p>
        </w:tc>
      </w:tr>
      <w:tr w:rsidR="002A1E87" w:rsidRPr="009C54AE" w:rsidTr="00C25B6B">
        <w:trPr>
          <w:trHeight w:val="397"/>
        </w:trPr>
        <w:tc>
          <w:tcPr>
            <w:tcW w:w="8505" w:type="dxa"/>
          </w:tcPr>
          <w:p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A6285C" w:rsidRDefault="00A6285C" w:rsidP="00A628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Bartkowicz Z., Wróbel-Chmiel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Postawy rodzicielskie matek i ojców odbywających karę pozbawienia wolności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[w:] Resocjalizacja Polska, nr 15 (2018).</w:t>
            </w:r>
          </w:p>
          <w:p w:rsidR="0098776D" w:rsidRDefault="0098776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Czechowska Z., Marcela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nie zgubić dziecka w sieci?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Muza, Warszawa 2021.</w:t>
            </w:r>
          </w:p>
          <w:p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:rsidR="005E7741" w:rsidRPr="005E7741" w:rsidRDefault="005E7741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Kast-Zahn A.,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Każde dziecko może nauczyć się reguł: jak ustanowić granice i wytyczyć zasady postępowania od niemowlaka do dziecka w wieku szkolnym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Media Rodzina, Poznań 1999. </w:t>
            </w:r>
          </w:p>
          <w:p w:rsidR="001403EF" w:rsidRDefault="001403EF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:rsidR="002A1E87" w:rsidRPr="00B30B5A" w:rsidRDefault="001403EF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AAF" w:rsidRDefault="007B0AAF" w:rsidP="00C16ABF">
      <w:pPr>
        <w:spacing w:after="0" w:line="240" w:lineRule="auto"/>
      </w:pPr>
      <w:r>
        <w:separator/>
      </w:r>
    </w:p>
  </w:endnote>
  <w:endnote w:type="continuationSeparator" w:id="0">
    <w:p w:rsidR="007B0AAF" w:rsidRDefault="007B0A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AAF" w:rsidRDefault="007B0AAF" w:rsidP="00C16ABF">
      <w:pPr>
        <w:spacing w:after="0" w:line="240" w:lineRule="auto"/>
      </w:pPr>
      <w:r>
        <w:separator/>
      </w:r>
    </w:p>
  </w:footnote>
  <w:footnote w:type="continuationSeparator" w:id="0">
    <w:p w:rsidR="007B0AAF" w:rsidRDefault="007B0AAF" w:rsidP="00C16ABF">
      <w:pPr>
        <w:spacing w:after="0" w:line="240" w:lineRule="auto"/>
      </w:pPr>
      <w:r>
        <w:continuationSeparator/>
      </w:r>
    </w:p>
  </w:footnote>
  <w:footnote w:id="1">
    <w:p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1795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48"/>
    <w:rsid w:val="000C77AA"/>
    <w:rsid w:val="000D04B0"/>
    <w:rsid w:val="000E067D"/>
    <w:rsid w:val="000F1C57"/>
    <w:rsid w:val="000F242D"/>
    <w:rsid w:val="000F5615"/>
    <w:rsid w:val="00124BFF"/>
    <w:rsid w:val="0012560E"/>
    <w:rsid w:val="00127108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B49B8"/>
    <w:rsid w:val="001D657B"/>
    <w:rsid w:val="001D7B54"/>
    <w:rsid w:val="001E0209"/>
    <w:rsid w:val="001E0F2B"/>
    <w:rsid w:val="001F2CA2"/>
    <w:rsid w:val="002144C0"/>
    <w:rsid w:val="00216392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58C4"/>
    <w:rsid w:val="002D73D4"/>
    <w:rsid w:val="002E3D39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3F7BF3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26C78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0A23"/>
    <w:rsid w:val="007A19CC"/>
    <w:rsid w:val="007A4022"/>
    <w:rsid w:val="007A6E6E"/>
    <w:rsid w:val="007B0AAF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9F4CB1"/>
    <w:rsid w:val="00A00ECC"/>
    <w:rsid w:val="00A02E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85C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A6459"/>
    <w:rsid w:val="00BA7711"/>
    <w:rsid w:val="00BB520A"/>
    <w:rsid w:val="00BC0FD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6B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4D85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A4D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9D588-C2A0-4879-ADF3-FECAEE15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4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9B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9B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7ED66-D585-4F65-A09C-4F557BAF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348</TotalTime>
  <Pages>1</Pages>
  <Words>1299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2019-10-29T14:56:00Z</dcterms:created>
  <dcterms:modified xsi:type="dcterms:W3CDTF">2024-09-26T06:52:00Z</dcterms:modified>
</cp:coreProperties>
</file>